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B5B3" w14:textId="420A163B" w:rsidR="00703EE5" w:rsidRDefault="00BC3EC8"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18039F04" wp14:editId="06D931C4">
                <wp:simplePos x="0" y="0"/>
                <wp:positionH relativeFrom="page">
                  <wp:posOffset>1440000</wp:posOffset>
                </wp:positionH>
                <wp:positionV relativeFrom="page">
                  <wp:posOffset>1440000</wp:posOffset>
                </wp:positionV>
                <wp:extent cx="2880000" cy="14400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0" cy="1440000"/>
                          <a:chOff x="0" y="0"/>
                          <a:chExt cx="2880000" cy="14400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2880000" cy="14400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 rot="1800000">
                            <a:off x="0" y="0"/>
                            <a:ext cx="2880000" cy="14400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B2573B" id="Group 4" style="position:absolute;margin-left:0pt;margin-top:0pt;width:226.77pt;height:113.39pt;z-index:251661312;mso-wrap-distance-left:0;mso-wrap-distance-right:0;mso-position-horizontal-relative:page;mso-position-vertical-relative:page;mso-width-relative:margin;mso-height-relative:margin" coordorigin="0" coordsize="28800,14400">
                <v:rect id="Rectangle 1" style="position:absolute;width:28800;height:14400;visibility:visible;mso-wrap-style:square;v-text-anchor:middle" fillcolor="#f2dbdb [661]" stroked="f"/>
                <v:rect id="Rectangle 2" style="position:absolute;width:28800;height:14400;rotation:30;visibility:visible;mso-wrap-style:square;v-text-anchor:middle" fillcolor="#eaf1dd [662]" stroked="f"/>
                <w10:wrap anchorx="page" anchory="page"/>
              </v:group>
            </w:pict>
          </mc:Fallback>
        </mc:AlternateContent>
      </w:r>
    </w:p>
    <w:sectPr w:rsidR="00703EE5" w:rsidSect="00B90B03">
      <w:pgSz w:w="11906" w:h="8391" w:orient="landscape" w:code="1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B03"/>
    <w:rsid w:val="000833AA"/>
    <w:rsid w:val="000C1ECD"/>
    <w:rsid w:val="00117376"/>
    <w:rsid w:val="002527FD"/>
    <w:rsid w:val="00321565"/>
    <w:rsid w:val="00326855"/>
    <w:rsid w:val="004006F6"/>
    <w:rsid w:val="004E38BB"/>
    <w:rsid w:val="005702D9"/>
    <w:rsid w:val="005A52B6"/>
    <w:rsid w:val="0062363A"/>
    <w:rsid w:val="006B738E"/>
    <w:rsid w:val="007257C4"/>
    <w:rsid w:val="008617F7"/>
    <w:rsid w:val="0087728C"/>
    <w:rsid w:val="00936920"/>
    <w:rsid w:val="00A25548"/>
    <w:rsid w:val="00AA2993"/>
    <w:rsid w:val="00AB7264"/>
    <w:rsid w:val="00AE2332"/>
    <w:rsid w:val="00B1519E"/>
    <w:rsid w:val="00B90B03"/>
    <w:rsid w:val="00BB620D"/>
    <w:rsid w:val="00BC3EC8"/>
    <w:rsid w:val="00BD6080"/>
    <w:rsid w:val="00BF447E"/>
    <w:rsid w:val="00C26373"/>
    <w:rsid w:val="00D8406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B30D0"/>
  <w14:discardImageEditingData/>
  <w14:defaultImageDpi w14:val="32767"/>
  <w15:chartTrackingRefBased/>
  <w15:docId w15:val="{A348EE9E-F6A3-4DF4-98EE-28888674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A5%20landscape%20small%20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 landscape small margin.dotx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2021-04-19T12:53:00Z</dcterms:created>
  <dcterms:modified xsi:type="dcterms:W3CDTF">2021-04-19T12:53:00Z</dcterms:modified>
</cp:coreProperties>
</file>